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A1782D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782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782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782D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782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782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1782D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A1782D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A1782D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A1782D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A1782D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0" t="2540" r="0" b="1905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04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O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 carotid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 carotid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 carotid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Vertebral artery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 flow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4445" t="2540" r="2540" b="1905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04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57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 carotid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 carotid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 carotid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Vertebral artery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 flow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A1782D" w:rsidRPr="00A1782D" w:rsidRDefault="009E0202" w:rsidP="00A1782D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A1782D" w:rsidRPr="00A70E50" w:rsidRDefault="00A1782D" w:rsidP="00A1782D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RIGHT:</w:t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External (ECA) and Internal (ICA) Carotid arteries are all patent with no significant stenosis detected. </w:t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</w:p>
          <w:p w:rsidR="00A1782D" w:rsidRDefault="00A1782D" w:rsidP="00A1782D">
            <w:pPr>
              <w:tabs>
                <w:tab w:val="left" w:pos="1875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ICA PSV= 57cm/s</w:t>
            </w:r>
            <w:r>
              <w:rPr>
                <w:lang w:val="en-GB"/>
              </w:rPr>
              <w:tab/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ICA EDV= 19cm/s</w:t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</w:p>
          <w:p w:rsidR="00A1782D" w:rsidRDefault="00A1782D" w:rsidP="00A1782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A1782D" w:rsidRDefault="00A1782D" w:rsidP="00A1782D">
            <w:pPr>
              <w:ind w:firstLine="720"/>
              <w:jc w:val="both"/>
              <w:rPr>
                <w:lang w:val="en-GB"/>
              </w:rPr>
            </w:pPr>
          </w:p>
          <w:p w:rsidR="00A1782D" w:rsidRPr="00A70E50" w:rsidRDefault="00A1782D" w:rsidP="00A1782D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LEFT:</w:t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External (ECA) and Internal (ICA) Carotid arteries are all patent with no significant stenosis detected. </w:t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ICA PSV= 40cm/s</w:t>
            </w:r>
          </w:p>
          <w:p w:rsidR="00A1782D" w:rsidRDefault="00A1782D" w:rsidP="00A1782D">
            <w:pPr>
              <w:tabs>
                <w:tab w:val="left" w:pos="1942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ICA EDV= 15cm/</w:t>
            </w:r>
            <w:r>
              <w:rPr>
                <w:lang w:val="en-GB"/>
              </w:rPr>
              <w:tab/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A1782D" w:rsidRDefault="00A1782D" w:rsidP="00A1782D">
            <w:pPr>
              <w:jc w:val="both"/>
              <w:rPr>
                <w:lang w:val="en-GB"/>
              </w:rPr>
            </w:pPr>
          </w:p>
          <w:p w:rsidR="009E0202" w:rsidRPr="00DC01AB" w:rsidRDefault="009E0202" w:rsidP="00A1782D">
            <w:pPr>
              <w:jc w:val="both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2D" w:rsidRDefault="00A1782D" w:rsidP="005748E3">
      <w:r>
        <w:separator/>
      </w:r>
    </w:p>
  </w:endnote>
  <w:endnote w:type="continuationSeparator" w:id="0">
    <w:p w:rsidR="00A1782D" w:rsidRDefault="00A1782D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1782D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8255" t="11430" r="5080" b="6985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8255" t="8255" r="10795" b="1016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8255" t="15875" r="10795" b="1206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8890" t="15875" r="6985" b="1016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8255" t="6350" r="0" b="444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3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4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5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1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2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2D" w:rsidRDefault="00A1782D" w:rsidP="005748E3">
      <w:r>
        <w:separator/>
      </w:r>
    </w:p>
  </w:footnote>
  <w:footnote w:type="continuationSeparator" w:id="0">
    <w:p w:rsidR="00A1782D" w:rsidRDefault="00A1782D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A1782D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1782D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82D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D613D"/>
    <w:rsid w:val="002D7122"/>
    <w:rsid w:val="002E04BC"/>
    <w:rsid w:val="002F5484"/>
    <w:rsid w:val="00324212"/>
    <w:rsid w:val="00382C7D"/>
    <w:rsid w:val="003909B4"/>
    <w:rsid w:val="003A6622"/>
    <w:rsid w:val="00424B6F"/>
    <w:rsid w:val="00442B01"/>
    <w:rsid w:val="004677DC"/>
    <w:rsid w:val="00477D62"/>
    <w:rsid w:val="00485A5D"/>
    <w:rsid w:val="004C122B"/>
    <w:rsid w:val="004E3E95"/>
    <w:rsid w:val="00525F48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7920B7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1782D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82D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782D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11</TotalTime>
  <Pages>2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3</cp:revision>
  <cp:lastPrinted>2019-09-03T12:38:00Z</cp:lastPrinted>
  <dcterms:created xsi:type="dcterms:W3CDTF">2019-09-03T12:27:00Z</dcterms:created>
  <dcterms:modified xsi:type="dcterms:W3CDTF">2019-10-15T13:37:00Z</dcterms:modified>
</cp:coreProperties>
</file>